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654"/>
        <w:gridCol w:w="1418"/>
      </w:tblGrid>
      <w:tr w:rsidR="00EC33FF" w:rsidRPr="006D3938" w:rsidTr="00EC33FF">
        <w:trPr>
          <w:trHeight w:val="450"/>
        </w:trPr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EC33FF" w:rsidRPr="006D3938" w:rsidRDefault="008E509D" w:rsidP="00285678">
            <w:pPr>
              <w:pStyle w:val="En-tte"/>
              <w:jc w:val="center"/>
              <w:rPr>
                <w:rFonts w:asciiTheme="minorHAnsi" w:hAnsiTheme="minorHAnsi"/>
                <w:sz w:val="32"/>
                <w:szCs w:val="28"/>
              </w:rPr>
            </w:pPr>
            <w:r w:rsidRPr="008E509D">
              <w:rPr>
                <w:rFonts w:asciiTheme="minorHAnsi" w:hAnsiTheme="minorHAnsi"/>
                <w:noProof/>
                <w:sz w:val="32"/>
                <w:szCs w:val="28"/>
              </w:rPr>
              <w:drawing>
                <wp:inline distT="0" distB="0" distL="0" distR="0">
                  <wp:extent cx="561975" cy="523875"/>
                  <wp:effectExtent l="19050" t="0" r="9525" b="0"/>
                  <wp:docPr id="3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23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vAlign w:val="center"/>
          </w:tcPr>
          <w:p w:rsidR="00EC33FF" w:rsidRPr="00EC33FF" w:rsidRDefault="00CA7F3B" w:rsidP="008A08D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sz w:val="32"/>
                <w:szCs w:val="28"/>
              </w:rPr>
              <w:t>Echange standard tête de vanne 9 TEP 028 VD</w:t>
            </w:r>
          </w:p>
        </w:tc>
        <w:tc>
          <w:tcPr>
            <w:tcW w:w="1418" w:type="dxa"/>
            <w:vMerge w:val="restart"/>
            <w:vAlign w:val="center"/>
          </w:tcPr>
          <w:p w:rsidR="00EC33FF" w:rsidRPr="00EC33FF" w:rsidRDefault="00CA7F3B" w:rsidP="007243EB">
            <w:pPr>
              <w:jc w:val="center"/>
              <w:rPr>
                <w:rFonts w:asciiTheme="minorHAnsi" w:hAnsiTheme="minorHAnsi" w:cs="Tahoma"/>
                <w:sz w:val="32"/>
                <w:szCs w:val="32"/>
              </w:rPr>
            </w:pPr>
            <w:r>
              <w:rPr>
                <w:rFonts w:asciiTheme="minorHAnsi" w:hAnsiTheme="minorHAnsi" w:cs="Tahoma"/>
                <w:sz w:val="32"/>
                <w:szCs w:val="32"/>
              </w:rPr>
              <w:t>DT3</w:t>
            </w:r>
          </w:p>
        </w:tc>
      </w:tr>
      <w:tr w:rsidR="00EC33FF" w:rsidRPr="006D3938" w:rsidTr="00EC33FF">
        <w:trPr>
          <w:trHeight w:val="450"/>
        </w:trPr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EC33FF" w:rsidRPr="006D3938" w:rsidRDefault="00EC33FF" w:rsidP="00285678">
            <w:pPr>
              <w:pStyle w:val="En-tte"/>
              <w:jc w:val="center"/>
              <w:rPr>
                <w:rFonts w:asciiTheme="minorHAnsi" w:hAnsiTheme="minorHAnsi"/>
                <w:i/>
                <w:noProof/>
                <w:sz w:val="28"/>
                <w:szCs w:val="28"/>
              </w:rPr>
            </w:pPr>
          </w:p>
        </w:tc>
        <w:tc>
          <w:tcPr>
            <w:tcW w:w="7654" w:type="dxa"/>
            <w:vAlign w:val="center"/>
          </w:tcPr>
          <w:p w:rsidR="00EC33FF" w:rsidRPr="00EC33FF" w:rsidRDefault="008E509D" w:rsidP="008E509D">
            <w:pPr>
              <w:jc w:val="center"/>
              <w:rPr>
                <w:rFonts w:asciiTheme="minorHAnsi" w:hAnsiTheme="minorHAnsi" w:cs="Arial"/>
                <w:sz w:val="30"/>
                <w:szCs w:val="30"/>
              </w:rPr>
            </w:pPr>
            <w:r>
              <w:rPr>
                <w:rFonts w:asciiTheme="minorHAnsi" w:hAnsiTheme="minorHAnsi" w:cs="Arial"/>
                <w:sz w:val="30"/>
                <w:szCs w:val="30"/>
              </w:rPr>
              <w:t>LOCAL 9N358</w:t>
            </w:r>
            <w:r w:rsidRPr="00EC33FF">
              <w:rPr>
                <w:rFonts w:asciiTheme="minorHAnsi" w:hAnsiTheme="minorHAnsi" w:cs="Arial"/>
                <w:sz w:val="30"/>
                <w:szCs w:val="30"/>
              </w:rPr>
              <w:t xml:space="preserve"> Schéma </w:t>
            </w:r>
            <w:r w:rsidRPr="00EC33FF">
              <w:rPr>
                <w:rFonts w:asciiTheme="minorHAnsi" w:hAnsiTheme="minorHAnsi" w:cs="Arial"/>
                <w:smallCaps/>
                <w:sz w:val="30"/>
                <w:szCs w:val="30"/>
              </w:rPr>
              <w:t>mécanique</w:t>
            </w:r>
            <w:r w:rsidRPr="00EC33FF">
              <w:rPr>
                <w:rFonts w:asciiTheme="minorHAnsi" w:hAnsiTheme="minorHAnsi" w:cs="Arial"/>
                <w:sz w:val="30"/>
                <w:szCs w:val="30"/>
              </w:rPr>
              <w:t xml:space="preserve"> n° 028</w:t>
            </w:r>
            <w:r>
              <w:rPr>
                <w:rFonts w:asciiTheme="minorHAnsi" w:hAnsiTheme="minorHAnsi" w:cs="Arial"/>
                <w:sz w:val="30"/>
                <w:szCs w:val="30"/>
              </w:rPr>
              <w:t>7</w:t>
            </w:r>
            <w:r w:rsidR="009030A9">
              <w:rPr>
                <w:rFonts w:asciiTheme="minorHAnsi" w:hAnsiTheme="minorHAnsi" w:cs="Arial"/>
                <w:sz w:val="30"/>
                <w:szCs w:val="30"/>
              </w:rPr>
              <w:t xml:space="preserve">-a </w:t>
            </w:r>
            <w:r w:rsidR="00CA7F3B">
              <w:rPr>
                <w:rFonts w:asciiTheme="minorHAnsi" w:hAnsiTheme="minorHAnsi" w:cs="Arial"/>
                <w:sz w:val="30"/>
                <w:szCs w:val="30"/>
              </w:rPr>
              <w:t>indice 001</w:t>
            </w:r>
          </w:p>
        </w:tc>
        <w:tc>
          <w:tcPr>
            <w:tcW w:w="1418" w:type="dxa"/>
            <w:vMerge/>
            <w:vAlign w:val="center"/>
          </w:tcPr>
          <w:p w:rsidR="00EC33FF" w:rsidRPr="007243EB" w:rsidRDefault="00EC33FF" w:rsidP="007243EB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</w:tr>
    </w:tbl>
    <w:p w:rsidR="0016161C" w:rsidRPr="006D3938" w:rsidRDefault="0016161C" w:rsidP="0016161C">
      <w:pPr>
        <w:jc w:val="both"/>
        <w:rPr>
          <w:rFonts w:asciiTheme="minorHAnsi" w:hAnsiTheme="minorHAnsi"/>
          <w:noProof/>
          <w:sz w:val="24"/>
        </w:rPr>
      </w:pPr>
    </w:p>
    <w:p w:rsidR="00F95D40" w:rsidRDefault="00F95D40" w:rsidP="007243EB">
      <w:pPr>
        <w:jc w:val="both"/>
        <w:rPr>
          <w:rFonts w:asciiTheme="minorHAnsi" w:hAnsiTheme="minorHAnsi"/>
          <w:smallCaps/>
          <w:noProof/>
          <w:sz w:val="24"/>
        </w:rPr>
      </w:pPr>
    </w:p>
    <w:p w:rsidR="00F95D40" w:rsidRDefault="00F95D40" w:rsidP="007243EB">
      <w:pPr>
        <w:jc w:val="both"/>
        <w:rPr>
          <w:rFonts w:asciiTheme="minorHAnsi" w:hAnsiTheme="minorHAnsi"/>
          <w:smallCaps/>
          <w:noProof/>
          <w:sz w:val="24"/>
        </w:rPr>
      </w:pPr>
    </w:p>
    <w:p w:rsidR="00F95D40" w:rsidRDefault="00F95D40" w:rsidP="007243EB">
      <w:pPr>
        <w:jc w:val="both"/>
        <w:rPr>
          <w:rFonts w:asciiTheme="minorHAnsi" w:hAnsiTheme="minorHAnsi"/>
          <w:smallCaps/>
          <w:noProof/>
          <w:sz w:val="24"/>
        </w:rPr>
      </w:pPr>
    </w:p>
    <w:p w:rsidR="00F95D40" w:rsidRDefault="00F95D40" w:rsidP="007243EB">
      <w:pPr>
        <w:jc w:val="both"/>
        <w:rPr>
          <w:rFonts w:asciiTheme="minorHAnsi" w:hAnsiTheme="minorHAnsi"/>
          <w:smallCaps/>
          <w:noProof/>
          <w:sz w:val="24"/>
        </w:rPr>
      </w:pPr>
    </w:p>
    <w:p w:rsidR="00F95D40" w:rsidRDefault="00F95D40" w:rsidP="007243EB">
      <w:pPr>
        <w:jc w:val="both"/>
        <w:rPr>
          <w:rFonts w:asciiTheme="minorHAnsi" w:hAnsiTheme="minorHAnsi"/>
          <w:smallCaps/>
          <w:noProof/>
          <w:sz w:val="24"/>
        </w:rPr>
      </w:pPr>
    </w:p>
    <w:p w:rsidR="00F95D40" w:rsidRDefault="0037275D">
      <w:pPr>
        <w:rPr>
          <w:rFonts w:asciiTheme="minorHAnsi" w:hAnsiTheme="minorHAnsi"/>
          <w:smallCaps/>
          <w:noProof/>
          <w:sz w:val="24"/>
        </w:rPr>
      </w:pPr>
      <w:r>
        <w:rPr>
          <w:rFonts w:asciiTheme="minorHAnsi" w:hAnsiTheme="minorHAnsi"/>
          <w:smallCaps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-1267930</wp:posOffset>
            </wp:positionH>
            <wp:positionV relativeFrom="paragraph">
              <wp:posOffset>412851</wp:posOffset>
            </wp:positionV>
            <wp:extent cx="9257975" cy="6422656"/>
            <wp:effectExtent l="7938" t="0" r="8572" b="8573"/>
            <wp:wrapNone/>
            <wp:docPr id="2" name="Image 2" descr="E:\2014-2015\TENUC\Chantier ecole\Plans CE\Chantier 9N358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2014-2015\TENUC\Chantier ecole\Plans CE\Chantier 9N358_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264289" cy="6427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95D40">
        <w:rPr>
          <w:rFonts w:asciiTheme="minorHAnsi" w:hAnsiTheme="minorHAnsi"/>
          <w:smallCaps/>
          <w:noProof/>
          <w:sz w:val="24"/>
        </w:rPr>
        <w:br w:type="page"/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654"/>
        <w:gridCol w:w="1418"/>
      </w:tblGrid>
      <w:tr w:rsidR="00EC33FF" w:rsidRPr="006D3938" w:rsidTr="00D74538">
        <w:trPr>
          <w:trHeight w:val="450"/>
        </w:trPr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EC33FF" w:rsidRPr="006D3938" w:rsidRDefault="008E509D" w:rsidP="00D74538">
            <w:pPr>
              <w:pStyle w:val="En-tte"/>
              <w:jc w:val="center"/>
              <w:rPr>
                <w:rFonts w:asciiTheme="minorHAnsi" w:hAnsiTheme="minorHAnsi"/>
                <w:sz w:val="32"/>
                <w:szCs w:val="28"/>
              </w:rPr>
            </w:pPr>
            <w:r w:rsidRPr="008E509D">
              <w:rPr>
                <w:rFonts w:asciiTheme="minorHAnsi" w:hAnsiTheme="minorHAnsi"/>
                <w:noProof/>
                <w:sz w:val="32"/>
                <w:szCs w:val="28"/>
              </w:rPr>
              <w:lastRenderedPageBreak/>
              <w:drawing>
                <wp:inline distT="0" distB="0" distL="0" distR="0">
                  <wp:extent cx="561975" cy="523875"/>
                  <wp:effectExtent l="19050" t="0" r="9525" b="0"/>
                  <wp:docPr id="4" name="Imag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23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vAlign w:val="center"/>
          </w:tcPr>
          <w:p w:rsidR="00EC33FF" w:rsidRPr="00EC33FF" w:rsidRDefault="00CA7F3B" w:rsidP="008A08D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sz w:val="32"/>
                <w:szCs w:val="28"/>
              </w:rPr>
              <w:t>Echange standard tête de vanne 9 TEP 028 VD</w:t>
            </w:r>
          </w:p>
        </w:tc>
        <w:tc>
          <w:tcPr>
            <w:tcW w:w="1418" w:type="dxa"/>
            <w:vMerge w:val="restart"/>
            <w:vAlign w:val="center"/>
          </w:tcPr>
          <w:p w:rsidR="00EC33FF" w:rsidRPr="00EC33FF" w:rsidRDefault="00EC33FF" w:rsidP="00CA7F3B">
            <w:pPr>
              <w:jc w:val="center"/>
              <w:rPr>
                <w:rFonts w:asciiTheme="minorHAnsi" w:hAnsiTheme="minorHAnsi" w:cs="Tahoma"/>
                <w:sz w:val="32"/>
                <w:szCs w:val="32"/>
              </w:rPr>
            </w:pPr>
            <w:r w:rsidRPr="00EC33FF">
              <w:rPr>
                <w:rFonts w:asciiTheme="minorHAnsi" w:hAnsiTheme="minorHAnsi" w:cs="Tahoma"/>
                <w:sz w:val="32"/>
                <w:szCs w:val="32"/>
              </w:rPr>
              <w:t>DT</w:t>
            </w:r>
            <w:r w:rsidR="00CA7F3B">
              <w:rPr>
                <w:rFonts w:asciiTheme="minorHAnsi" w:hAnsiTheme="minorHAnsi" w:cs="Tahoma"/>
                <w:sz w:val="32"/>
                <w:szCs w:val="32"/>
              </w:rPr>
              <w:t>3</w:t>
            </w:r>
            <w:bookmarkStart w:id="0" w:name="_GoBack"/>
            <w:bookmarkEnd w:id="0"/>
          </w:p>
        </w:tc>
      </w:tr>
      <w:tr w:rsidR="00EC33FF" w:rsidRPr="006D3938" w:rsidTr="00D74538">
        <w:trPr>
          <w:trHeight w:val="450"/>
        </w:trPr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EC33FF" w:rsidRPr="006D3938" w:rsidRDefault="00EC33FF" w:rsidP="00D74538">
            <w:pPr>
              <w:pStyle w:val="En-tte"/>
              <w:jc w:val="center"/>
              <w:rPr>
                <w:rFonts w:asciiTheme="minorHAnsi" w:hAnsiTheme="minorHAnsi"/>
                <w:i/>
                <w:noProof/>
                <w:sz w:val="28"/>
                <w:szCs w:val="28"/>
              </w:rPr>
            </w:pPr>
          </w:p>
        </w:tc>
        <w:tc>
          <w:tcPr>
            <w:tcW w:w="7654" w:type="dxa"/>
            <w:vAlign w:val="center"/>
          </w:tcPr>
          <w:p w:rsidR="00EC33FF" w:rsidRPr="00EC33FF" w:rsidRDefault="008E509D" w:rsidP="008E509D">
            <w:pPr>
              <w:jc w:val="center"/>
              <w:rPr>
                <w:rFonts w:asciiTheme="minorHAnsi" w:hAnsiTheme="minorHAnsi" w:cs="Arial"/>
                <w:sz w:val="30"/>
                <w:szCs w:val="30"/>
              </w:rPr>
            </w:pPr>
            <w:r>
              <w:rPr>
                <w:rFonts w:asciiTheme="minorHAnsi" w:hAnsiTheme="minorHAnsi" w:cs="Arial"/>
                <w:sz w:val="30"/>
                <w:szCs w:val="30"/>
              </w:rPr>
              <w:t>LOCAL 9N358</w:t>
            </w:r>
            <w:r w:rsidR="00EC33FF" w:rsidRPr="00EC33FF">
              <w:rPr>
                <w:rFonts w:asciiTheme="minorHAnsi" w:hAnsiTheme="minorHAnsi" w:cs="Arial"/>
                <w:sz w:val="30"/>
                <w:szCs w:val="30"/>
              </w:rPr>
              <w:t xml:space="preserve"> Schéma </w:t>
            </w:r>
            <w:r w:rsidR="00EC33FF" w:rsidRPr="00EC33FF">
              <w:rPr>
                <w:rFonts w:asciiTheme="minorHAnsi" w:hAnsiTheme="minorHAnsi" w:cs="Arial"/>
                <w:smallCaps/>
                <w:sz w:val="30"/>
                <w:szCs w:val="30"/>
              </w:rPr>
              <w:t>mécanique</w:t>
            </w:r>
            <w:r w:rsidR="00EC33FF" w:rsidRPr="00EC33FF">
              <w:rPr>
                <w:rFonts w:asciiTheme="minorHAnsi" w:hAnsiTheme="minorHAnsi" w:cs="Arial"/>
                <w:sz w:val="30"/>
                <w:szCs w:val="30"/>
              </w:rPr>
              <w:t xml:space="preserve"> n° 028</w:t>
            </w:r>
            <w:r>
              <w:rPr>
                <w:rFonts w:asciiTheme="minorHAnsi" w:hAnsiTheme="minorHAnsi" w:cs="Arial"/>
                <w:sz w:val="30"/>
                <w:szCs w:val="30"/>
              </w:rPr>
              <w:t>7</w:t>
            </w:r>
            <w:r w:rsidR="009030A9">
              <w:rPr>
                <w:rFonts w:asciiTheme="minorHAnsi" w:hAnsiTheme="minorHAnsi" w:cs="Arial"/>
                <w:sz w:val="30"/>
                <w:szCs w:val="30"/>
              </w:rPr>
              <w:t>-</w:t>
            </w:r>
            <w:r w:rsidR="00EC33FF" w:rsidRPr="00EC33FF">
              <w:rPr>
                <w:rFonts w:asciiTheme="minorHAnsi" w:hAnsiTheme="minorHAnsi" w:cs="Arial"/>
                <w:sz w:val="30"/>
                <w:szCs w:val="30"/>
              </w:rPr>
              <w:t xml:space="preserve"> b</w:t>
            </w:r>
            <w:r w:rsidR="00CA7F3B">
              <w:rPr>
                <w:rFonts w:asciiTheme="minorHAnsi" w:hAnsiTheme="minorHAnsi" w:cs="Arial"/>
                <w:sz w:val="30"/>
                <w:szCs w:val="30"/>
              </w:rPr>
              <w:t xml:space="preserve"> </w:t>
            </w:r>
            <w:r w:rsidR="00CA7F3B">
              <w:rPr>
                <w:rFonts w:asciiTheme="minorHAnsi" w:hAnsiTheme="minorHAnsi" w:cs="Arial"/>
                <w:sz w:val="30"/>
                <w:szCs w:val="30"/>
              </w:rPr>
              <w:t>indice 001</w:t>
            </w:r>
          </w:p>
        </w:tc>
        <w:tc>
          <w:tcPr>
            <w:tcW w:w="1418" w:type="dxa"/>
            <w:vMerge/>
            <w:vAlign w:val="center"/>
          </w:tcPr>
          <w:p w:rsidR="00EC33FF" w:rsidRPr="007243EB" w:rsidRDefault="00EC33FF" w:rsidP="00D74538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</w:tr>
    </w:tbl>
    <w:p w:rsidR="0093362F" w:rsidRDefault="0093362F" w:rsidP="007243EB">
      <w:pPr>
        <w:jc w:val="both"/>
        <w:rPr>
          <w:rFonts w:asciiTheme="minorHAnsi" w:hAnsiTheme="minorHAnsi"/>
          <w:smallCaps/>
          <w:noProof/>
          <w:sz w:val="24"/>
        </w:rPr>
      </w:pPr>
    </w:p>
    <w:p w:rsidR="0093362F" w:rsidRDefault="0093362F" w:rsidP="007243EB">
      <w:pPr>
        <w:jc w:val="both"/>
        <w:rPr>
          <w:rFonts w:asciiTheme="minorHAnsi" w:hAnsiTheme="minorHAnsi"/>
          <w:smallCaps/>
          <w:noProof/>
          <w:sz w:val="24"/>
        </w:rPr>
      </w:pPr>
    </w:p>
    <w:p w:rsidR="0093362F" w:rsidRDefault="0093362F" w:rsidP="007243EB">
      <w:pPr>
        <w:jc w:val="both"/>
        <w:rPr>
          <w:rFonts w:asciiTheme="minorHAnsi" w:hAnsiTheme="minorHAnsi"/>
          <w:smallCaps/>
          <w:noProof/>
          <w:sz w:val="24"/>
        </w:rPr>
      </w:pPr>
    </w:p>
    <w:p w:rsidR="00D5476B" w:rsidRPr="006D3938" w:rsidRDefault="008E509D" w:rsidP="007243EB">
      <w:pPr>
        <w:jc w:val="both"/>
        <w:rPr>
          <w:rFonts w:asciiTheme="minorHAnsi" w:hAnsiTheme="minorHAnsi"/>
          <w:smallCaps/>
          <w:noProof/>
          <w:sz w:val="24"/>
        </w:rPr>
      </w:pPr>
      <w:r>
        <w:rPr>
          <w:rFonts w:asciiTheme="minorHAnsi" w:hAnsiTheme="minorHAnsi"/>
          <w:smallCaps/>
          <w:noProof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-1497729</wp:posOffset>
            </wp:positionH>
            <wp:positionV relativeFrom="paragraph">
              <wp:posOffset>1077211</wp:posOffset>
            </wp:positionV>
            <wp:extent cx="9377916" cy="6525024"/>
            <wp:effectExtent l="0" t="1428750" r="0" b="1399776"/>
            <wp:wrapNone/>
            <wp:docPr id="5" name="Image 5" descr="E:\2014-2015\TENUC\Chantier ecole\Plans CE\Chantier 9N358_1-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2014-2015\TENUC\Chantier ecole\Plans CE\Chantier 9N358_1-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377916" cy="6525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5476B" w:rsidRPr="006D3938" w:rsidSect="005943FB">
      <w:footerReference w:type="default" r:id="rId11"/>
      <w:pgSz w:w="11906" w:h="16838"/>
      <w:pgMar w:top="426" w:right="567" w:bottom="426" w:left="567" w:header="567" w:footer="30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E0B" w:rsidRDefault="001D1E0B">
      <w:r>
        <w:separator/>
      </w:r>
    </w:p>
  </w:endnote>
  <w:endnote w:type="continuationSeparator" w:id="0">
    <w:p w:rsidR="001D1E0B" w:rsidRDefault="001D1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ZapfDingbats BT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lacklightD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D10" w:rsidRPr="00F92C13" w:rsidRDefault="008B6D10" w:rsidP="006325E2">
    <w:pPr>
      <w:pStyle w:val="Pieddepage"/>
      <w:tabs>
        <w:tab w:val="clear" w:pos="4536"/>
        <w:tab w:val="clear" w:pos="9072"/>
        <w:tab w:val="left" w:pos="7995"/>
      </w:tabs>
      <w:rPr>
        <w:rFonts w:asciiTheme="minorHAnsi" w:hAnsiTheme="minorHAns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E0B" w:rsidRDefault="001D1E0B">
      <w:r>
        <w:separator/>
      </w:r>
    </w:p>
  </w:footnote>
  <w:footnote w:type="continuationSeparator" w:id="0">
    <w:p w:rsidR="001D1E0B" w:rsidRDefault="001D1E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5.25pt" o:bullet="t">
        <v:imagedata r:id="rId1" o:title="BD21314_"/>
      </v:shape>
    </w:pict>
  </w:numPicBullet>
  <w:numPicBullet w:numPicBulletId="1">
    <w:pict>
      <v:shape id="_x0000_i1042" type="#_x0000_t75" style="width:8.25pt;height:8.25pt" o:bullet="t">
        <v:imagedata r:id="rId2" o:title="BD14831_"/>
      </v:shape>
    </w:pict>
  </w:numPicBullet>
  <w:numPicBullet w:numPicBulletId="2">
    <w:pict>
      <v:shape id="_x0000_i1043" type="#_x0000_t75" style="width:11.25pt;height:11.25pt" o:bullet="t">
        <v:imagedata r:id="rId3" o:title="BD15056_"/>
      </v:shape>
    </w:pict>
  </w:numPicBullet>
  <w:abstractNum w:abstractNumId="0" w15:restartNumberingAfterBreak="0">
    <w:nsid w:val="06410CC8"/>
    <w:multiLevelType w:val="singleLevel"/>
    <w:tmpl w:val="EFDA2DD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 w15:restartNumberingAfterBreak="0">
    <w:nsid w:val="0A9D61F9"/>
    <w:multiLevelType w:val="singleLevel"/>
    <w:tmpl w:val="CC9E76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AE0FF8"/>
    <w:multiLevelType w:val="hybridMultilevel"/>
    <w:tmpl w:val="8B6AF2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B31CA"/>
    <w:multiLevelType w:val="multilevel"/>
    <w:tmpl w:val="A2B8EDA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4" w15:restartNumberingAfterBreak="0">
    <w:nsid w:val="1B22195C"/>
    <w:multiLevelType w:val="hybridMultilevel"/>
    <w:tmpl w:val="24AC5CD2"/>
    <w:lvl w:ilvl="0" w:tplc="971C74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C68C7"/>
    <w:multiLevelType w:val="singleLevel"/>
    <w:tmpl w:val="B8E84034"/>
    <w:lvl w:ilvl="0">
      <w:start w:val="1"/>
      <w:numFmt w:val="bullet"/>
      <w:lvlText w:val="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z w:val="44"/>
      </w:rPr>
    </w:lvl>
  </w:abstractNum>
  <w:abstractNum w:abstractNumId="6" w15:restartNumberingAfterBreak="0">
    <w:nsid w:val="1E931EB4"/>
    <w:multiLevelType w:val="hybridMultilevel"/>
    <w:tmpl w:val="B9E03A14"/>
    <w:lvl w:ilvl="0" w:tplc="FFFFFFFF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367E48"/>
    <w:multiLevelType w:val="singleLevel"/>
    <w:tmpl w:val="CF1AB3DA"/>
    <w:lvl w:ilvl="0">
      <w:start w:val="1"/>
      <w:numFmt w:val="lowerLetter"/>
      <w:lvlText w:val="%1)"/>
      <w:lvlJc w:val="left"/>
      <w:pPr>
        <w:tabs>
          <w:tab w:val="num" w:pos="1408"/>
        </w:tabs>
        <w:ind w:left="1408" w:hanging="360"/>
      </w:pPr>
      <w:rPr>
        <w:rFonts w:hint="default"/>
      </w:rPr>
    </w:lvl>
  </w:abstractNum>
  <w:abstractNum w:abstractNumId="8" w15:restartNumberingAfterBreak="0">
    <w:nsid w:val="29D86BB5"/>
    <w:multiLevelType w:val="hybridMultilevel"/>
    <w:tmpl w:val="E0B659B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56D80"/>
    <w:multiLevelType w:val="hybridMultilevel"/>
    <w:tmpl w:val="C31CA9F0"/>
    <w:lvl w:ilvl="0" w:tplc="C1AC78D0">
      <w:start w:val="1"/>
      <w:numFmt w:val="bullet"/>
      <w:lvlText w:val=""/>
      <w:lvlPicBulletId w:val="1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  <w:sz w:val="28"/>
        <w:szCs w:val="28"/>
      </w:rPr>
    </w:lvl>
    <w:lvl w:ilvl="1" w:tplc="DFEAC25A">
      <w:start w:val="1"/>
      <w:numFmt w:val="bullet"/>
      <w:lvlText w:val=""/>
      <w:lvlPicBulletId w:val="2"/>
      <w:lvlJc w:val="left"/>
      <w:pPr>
        <w:tabs>
          <w:tab w:val="num" w:pos="851"/>
        </w:tabs>
        <w:ind w:left="851" w:hanging="851"/>
      </w:pPr>
      <w:rPr>
        <w:rFonts w:ascii="Symbol" w:eastAsia="Tunga" w:hAnsi="Symbol" w:cs="Tunga" w:hint="default"/>
        <w:color w:val="auto"/>
        <w:sz w:val="28"/>
        <w:szCs w:val="28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A0879"/>
    <w:multiLevelType w:val="multilevel"/>
    <w:tmpl w:val="670229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357" w:firstLine="352"/>
      </w:pPr>
      <w:rPr>
        <w:rFonts w:ascii="Comic Sans MS" w:hAnsi="Comic Sans MS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1418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43695645"/>
    <w:multiLevelType w:val="multilevel"/>
    <w:tmpl w:val="BAD288E8"/>
    <w:lvl w:ilvl="0">
      <w:start w:val="4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460A3A8B"/>
    <w:multiLevelType w:val="hybridMultilevel"/>
    <w:tmpl w:val="5A6E9378"/>
    <w:lvl w:ilvl="0" w:tplc="FFFFFFFF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49F508D8"/>
    <w:multiLevelType w:val="singleLevel"/>
    <w:tmpl w:val="CB68FA44"/>
    <w:lvl w:ilvl="0">
      <w:start w:val="1"/>
      <w:numFmt w:val="bullet"/>
      <w:lvlText w:val=""/>
      <w:lvlJc w:val="left"/>
      <w:pPr>
        <w:tabs>
          <w:tab w:val="num" w:pos="360"/>
        </w:tabs>
        <w:ind w:left="360" w:hanging="360"/>
      </w:pPr>
      <w:rPr>
        <w:rFonts w:ascii="ZapfDingbats BT" w:hAnsi="ZapfDingbats BT" w:hint="default"/>
        <w:sz w:val="24"/>
      </w:rPr>
    </w:lvl>
  </w:abstractNum>
  <w:abstractNum w:abstractNumId="14" w15:restartNumberingAfterBreak="0">
    <w:nsid w:val="4E5D094D"/>
    <w:multiLevelType w:val="hybridMultilevel"/>
    <w:tmpl w:val="0DFA771E"/>
    <w:lvl w:ilvl="0" w:tplc="DD14EA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9332BE"/>
    <w:multiLevelType w:val="singleLevel"/>
    <w:tmpl w:val="230A9F7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6" w15:restartNumberingAfterBreak="0">
    <w:nsid w:val="52CD3CAC"/>
    <w:multiLevelType w:val="singleLevel"/>
    <w:tmpl w:val="E31E729A"/>
    <w:lvl w:ilvl="0">
      <w:start w:val="1"/>
      <w:numFmt w:val="bullet"/>
      <w:lvlText w:val="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z w:val="40"/>
      </w:rPr>
    </w:lvl>
  </w:abstractNum>
  <w:abstractNum w:abstractNumId="17" w15:restartNumberingAfterBreak="0">
    <w:nsid w:val="5579454B"/>
    <w:multiLevelType w:val="multilevel"/>
    <w:tmpl w:val="03D69242"/>
    <w:lvl w:ilvl="0">
      <w:start w:val="2"/>
      <w:numFmt w:val="upperRoman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VI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5F5F0CAC"/>
    <w:multiLevelType w:val="hybridMultilevel"/>
    <w:tmpl w:val="85F0EBA2"/>
    <w:lvl w:ilvl="0" w:tplc="C212A1CA">
      <w:start w:val="1"/>
      <w:numFmt w:val="bullet"/>
      <w:lvlText w:val=""/>
      <w:lvlJc w:val="left"/>
      <w:pPr>
        <w:tabs>
          <w:tab w:val="num" w:pos="851"/>
        </w:tabs>
        <w:ind w:left="851" w:hanging="709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618F7B5E"/>
    <w:multiLevelType w:val="singleLevel"/>
    <w:tmpl w:val="8E4C71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2BC1ED3"/>
    <w:multiLevelType w:val="multilevel"/>
    <w:tmpl w:val="BA0CE0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sz w:val="24"/>
      </w:rPr>
    </w:lvl>
  </w:abstractNum>
  <w:abstractNum w:abstractNumId="21" w15:restartNumberingAfterBreak="0">
    <w:nsid w:val="66D41026"/>
    <w:multiLevelType w:val="multilevel"/>
    <w:tmpl w:val="807466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357" w:firstLine="352"/>
      </w:pPr>
      <w:rPr>
        <w:rFonts w:ascii="Comic Sans MS" w:hAnsi="Comic Sans MS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1418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68956668"/>
    <w:multiLevelType w:val="hybridMultilevel"/>
    <w:tmpl w:val="E96A16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0114A"/>
    <w:multiLevelType w:val="singleLevel"/>
    <w:tmpl w:val="AD7E6720"/>
    <w:lvl w:ilvl="0">
      <w:start w:val="1"/>
      <w:numFmt w:val="bullet"/>
      <w:lvlText w:val="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z w:val="40"/>
      </w:rPr>
    </w:lvl>
  </w:abstractNum>
  <w:abstractNum w:abstractNumId="24" w15:restartNumberingAfterBreak="0">
    <w:nsid w:val="77676E7D"/>
    <w:multiLevelType w:val="hybridMultilevel"/>
    <w:tmpl w:val="1CFC56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B22A1C"/>
    <w:multiLevelType w:val="singleLevel"/>
    <w:tmpl w:val="DC067C3A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6" w15:restartNumberingAfterBreak="0">
    <w:nsid w:val="7B065FC0"/>
    <w:multiLevelType w:val="hybridMultilevel"/>
    <w:tmpl w:val="AFE6808E"/>
    <w:lvl w:ilvl="0" w:tplc="210E6D8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544ED3"/>
    <w:multiLevelType w:val="hybridMultilevel"/>
    <w:tmpl w:val="1550E2EE"/>
    <w:lvl w:ilvl="0" w:tplc="6E6A3502">
      <w:start w:val="1"/>
      <w:numFmt w:val="bullet"/>
      <w:lvlText w:val="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color w:val="auto"/>
        <w:sz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20"/>
  </w:num>
  <w:num w:numId="4">
    <w:abstractNumId w:val="3"/>
  </w:num>
  <w:num w:numId="5">
    <w:abstractNumId w:val="22"/>
  </w:num>
  <w:num w:numId="6">
    <w:abstractNumId w:val="19"/>
  </w:num>
  <w:num w:numId="7">
    <w:abstractNumId w:val="23"/>
  </w:num>
  <w:num w:numId="8">
    <w:abstractNumId w:val="21"/>
  </w:num>
  <w:num w:numId="9">
    <w:abstractNumId w:val="18"/>
  </w:num>
  <w:num w:numId="10">
    <w:abstractNumId w:val="10"/>
  </w:num>
  <w:num w:numId="11">
    <w:abstractNumId w:val="12"/>
  </w:num>
  <w:num w:numId="12">
    <w:abstractNumId w:val="6"/>
  </w:num>
  <w:num w:numId="13">
    <w:abstractNumId w:val="25"/>
  </w:num>
  <w:num w:numId="14">
    <w:abstractNumId w:val="7"/>
  </w:num>
  <w:num w:numId="15">
    <w:abstractNumId w:val="11"/>
  </w:num>
  <w:num w:numId="16">
    <w:abstractNumId w:val="27"/>
  </w:num>
  <w:num w:numId="17">
    <w:abstractNumId w:val="4"/>
  </w:num>
  <w:num w:numId="18">
    <w:abstractNumId w:val="17"/>
  </w:num>
  <w:num w:numId="19">
    <w:abstractNumId w:val="5"/>
  </w:num>
  <w:num w:numId="20">
    <w:abstractNumId w:val="1"/>
  </w:num>
  <w:num w:numId="21">
    <w:abstractNumId w:val="0"/>
  </w:num>
  <w:num w:numId="22">
    <w:abstractNumId w:val="16"/>
  </w:num>
  <w:num w:numId="23">
    <w:abstractNumId w:val="13"/>
  </w:num>
  <w:num w:numId="24">
    <w:abstractNumId w:val="14"/>
  </w:num>
  <w:num w:numId="25">
    <w:abstractNumId w:val="24"/>
  </w:num>
  <w:num w:numId="26">
    <w:abstractNumId w:val="2"/>
  </w:num>
  <w:num w:numId="27">
    <w:abstractNumId w:val="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EA"/>
    <w:rsid w:val="000066EE"/>
    <w:rsid w:val="000140AB"/>
    <w:rsid w:val="00017DA3"/>
    <w:rsid w:val="000502A4"/>
    <w:rsid w:val="00055C5A"/>
    <w:rsid w:val="000578AC"/>
    <w:rsid w:val="00067300"/>
    <w:rsid w:val="0009539A"/>
    <w:rsid w:val="000A6DAB"/>
    <w:rsid w:val="000B7521"/>
    <w:rsid w:val="000D7E59"/>
    <w:rsid w:val="000F534A"/>
    <w:rsid w:val="000F6810"/>
    <w:rsid w:val="00115318"/>
    <w:rsid w:val="001201B5"/>
    <w:rsid w:val="00122937"/>
    <w:rsid w:val="0013480B"/>
    <w:rsid w:val="0016161C"/>
    <w:rsid w:val="00167997"/>
    <w:rsid w:val="00172935"/>
    <w:rsid w:val="00175F60"/>
    <w:rsid w:val="001777BB"/>
    <w:rsid w:val="001865ED"/>
    <w:rsid w:val="001A5862"/>
    <w:rsid w:val="001B203E"/>
    <w:rsid w:val="001C7821"/>
    <w:rsid w:val="001D1E0B"/>
    <w:rsid w:val="001D5657"/>
    <w:rsid w:val="001D6842"/>
    <w:rsid w:val="001D7DBF"/>
    <w:rsid w:val="001E03A6"/>
    <w:rsid w:val="001F092C"/>
    <w:rsid w:val="00203B37"/>
    <w:rsid w:val="00225847"/>
    <w:rsid w:val="00226C54"/>
    <w:rsid w:val="00232EB8"/>
    <w:rsid w:val="002332E1"/>
    <w:rsid w:val="002502E9"/>
    <w:rsid w:val="00250DFE"/>
    <w:rsid w:val="00257DF8"/>
    <w:rsid w:val="002614DD"/>
    <w:rsid w:val="00273B7F"/>
    <w:rsid w:val="00277289"/>
    <w:rsid w:val="002838A4"/>
    <w:rsid w:val="00285678"/>
    <w:rsid w:val="002D09DA"/>
    <w:rsid w:val="002D365D"/>
    <w:rsid w:val="002F336D"/>
    <w:rsid w:val="0031202A"/>
    <w:rsid w:val="00321712"/>
    <w:rsid w:val="003258B6"/>
    <w:rsid w:val="0033784C"/>
    <w:rsid w:val="003438C3"/>
    <w:rsid w:val="003665B8"/>
    <w:rsid w:val="0037275D"/>
    <w:rsid w:val="00372B6F"/>
    <w:rsid w:val="003B7D98"/>
    <w:rsid w:val="003C4984"/>
    <w:rsid w:val="003C6F4F"/>
    <w:rsid w:val="003E6E72"/>
    <w:rsid w:val="00420996"/>
    <w:rsid w:val="00421537"/>
    <w:rsid w:val="00422929"/>
    <w:rsid w:val="00435B17"/>
    <w:rsid w:val="0045037E"/>
    <w:rsid w:val="004575A2"/>
    <w:rsid w:val="0046645A"/>
    <w:rsid w:val="00474769"/>
    <w:rsid w:val="0047618E"/>
    <w:rsid w:val="00491E76"/>
    <w:rsid w:val="00495AAF"/>
    <w:rsid w:val="00497E0D"/>
    <w:rsid w:val="004B3B42"/>
    <w:rsid w:val="004B6CCE"/>
    <w:rsid w:val="004E5595"/>
    <w:rsid w:val="004E5680"/>
    <w:rsid w:val="004E6E73"/>
    <w:rsid w:val="004E7B8B"/>
    <w:rsid w:val="00500478"/>
    <w:rsid w:val="00515E34"/>
    <w:rsid w:val="005418BE"/>
    <w:rsid w:val="00566C61"/>
    <w:rsid w:val="0058714F"/>
    <w:rsid w:val="005943FB"/>
    <w:rsid w:val="005A1D59"/>
    <w:rsid w:val="005E0D16"/>
    <w:rsid w:val="00602BD8"/>
    <w:rsid w:val="006077F4"/>
    <w:rsid w:val="00607A74"/>
    <w:rsid w:val="006325E2"/>
    <w:rsid w:val="00650AA8"/>
    <w:rsid w:val="006603CC"/>
    <w:rsid w:val="006618BD"/>
    <w:rsid w:val="00663721"/>
    <w:rsid w:val="006643CA"/>
    <w:rsid w:val="0066643B"/>
    <w:rsid w:val="00692E88"/>
    <w:rsid w:val="006A095A"/>
    <w:rsid w:val="006A24C1"/>
    <w:rsid w:val="006A7F23"/>
    <w:rsid w:val="006B66E5"/>
    <w:rsid w:val="006B692B"/>
    <w:rsid w:val="006C2DE8"/>
    <w:rsid w:val="006C65B7"/>
    <w:rsid w:val="006D3938"/>
    <w:rsid w:val="006F607E"/>
    <w:rsid w:val="007243EB"/>
    <w:rsid w:val="00727453"/>
    <w:rsid w:val="007308B5"/>
    <w:rsid w:val="007419E4"/>
    <w:rsid w:val="00742E12"/>
    <w:rsid w:val="00753A99"/>
    <w:rsid w:val="00763E9A"/>
    <w:rsid w:val="00766C1C"/>
    <w:rsid w:val="007703BB"/>
    <w:rsid w:val="007832A3"/>
    <w:rsid w:val="00790860"/>
    <w:rsid w:val="007916B5"/>
    <w:rsid w:val="007B07B5"/>
    <w:rsid w:val="007D30E3"/>
    <w:rsid w:val="007D69FE"/>
    <w:rsid w:val="00806ECD"/>
    <w:rsid w:val="00843062"/>
    <w:rsid w:val="00860A60"/>
    <w:rsid w:val="008670C6"/>
    <w:rsid w:val="00880DFA"/>
    <w:rsid w:val="008A08DF"/>
    <w:rsid w:val="008A23FF"/>
    <w:rsid w:val="008A301B"/>
    <w:rsid w:val="008A5EED"/>
    <w:rsid w:val="008B67B2"/>
    <w:rsid w:val="008B6882"/>
    <w:rsid w:val="008B6D10"/>
    <w:rsid w:val="008D20A6"/>
    <w:rsid w:val="008D26BB"/>
    <w:rsid w:val="008E2BF7"/>
    <w:rsid w:val="008E509D"/>
    <w:rsid w:val="009030A9"/>
    <w:rsid w:val="00914571"/>
    <w:rsid w:val="00915AAA"/>
    <w:rsid w:val="0093362F"/>
    <w:rsid w:val="00936B94"/>
    <w:rsid w:val="00942EF0"/>
    <w:rsid w:val="0099043F"/>
    <w:rsid w:val="009954B0"/>
    <w:rsid w:val="009A2B1A"/>
    <w:rsid w:val="009B5E98"/>
    <w:rsid w:val="009B74AE"/>
    <w:rsid w:val="009C4A20"/>
    <w:rsid w:val="009D4357"/>
    <w:rsid w:val="009E080B"/>
    <w:rsid w:val="009F132F"/>
    <w:rsid w:val="009F65BF"/>
    <w:rsid w:val="00A05D22"/>
    <w:rsid w:val="00A54F7B"/>
    <w:rsid w:val="00A5598A"/>
    <w:rsid w:val="00A60110"/>
    <w:rsid w:val="00A6309E"/>
    <w:rsid w:val="00A96349"/>
    <w:rsid w:val="00AB163D"/>
    <w:rsid w:val="00AB2F3C"/>
    <w:rsid w:val="00AB3856"/>
    <w:rsid w:val="00AC431F"/>
    <w:rsid w:val="00AD644C"/>
    <w:rsid w:val="00AE0CE0"/>
    <w:rsid w:val="00AF1A14"/>
    <w:rsid w:val="00B0698F"/>
    <w:rsid w:val="00B318B5"/>
    <w:rsid w:val="00B34853"/>
    <w:rsid w:val="00B444B3"/>
    <w:rsid w:val="00B45B13"/>
    <w:rsid w:val="00B52D0E"/>
    <w:rsid w:val="00B61EC5"/>
    <w:rsid w:val="00B658F1"/>
    <w:rsid w:val="00B70602"/>
    <w:rsid w:val="00B70810"/>
    <w:rsid w:val="00B86A7E"/>
    <w:rsid w:val="00BB7C7E"/>
    <w:rsid w:val="00BD2BDC"/>
    <w:rsid w:val="00BD2C01"/>
    <w:rsid w:val="00BE157A"/>
    <w:rsid w:val="00BF7F04"/>
    <w:rsid w:val="00C0456E"/>
    <w:rsid w:val="00C15F23"/>
    <w:rsid w:val="00C46C2D"/>
    <w:rsid w:val="00C51590"/>
    <w:rsid w:val="00C54AF6"/>
    <w:rsid w:val="00C57160"/>
    <w:rsid w:val="00C57248"/>
    <w:rsid w:val="00C60D7F"/>
    <w:rsid w:val="00C976CA"/>
    <w:rsid w:val="00CA7F3B"/>
    <w:rsid w:val="00CC2598"/>
    <w:rsid w:val="00CD04C0"/>
    <w:rsid w:val="00CE4EF4"/>
    <w:rsid w:val="00CF2D9F"/>
    <w:rsid w:val="00D052EF"/>
    <w:rsid w:val="00D1525A"/>
    <w:rsid w:val="00D246DB"/>
    <w:rsid w:val="00D36370"/>
    <w:rsid w:val="00D37E89"/>
    <w:rsid w:val="00D40C0D"/>
    <w:rsid w:val="00D44E55"/>
    <w:rsid w:val="00D51F05"/>
    <w:rsid w:val="00D5476B"/>
    <w:rsid w:val="00D62898"/>
    <w:rsid w:val="00D63C8F"/>
    <w:rsid w:val="00D847ED"/>
    <w:rsid w:val="00DA33EE"/>
    <w:rsid w:val="00DD179C"/>
    <w:rsid w:val="00DF539C"/>
    <w:rsid w:val="00E062D2"/>
    <w:rsid w:val="00E075B4"/>
    <w:rsid w:val="00E160C5"/>
    <w:rsid w:val="00E41E12"/>
    <w:rsid w:val="00E4453B"/>
    <w:rsid w:val="00E453AC"/>
    <w:rsid w:val="00E46661"/>
    <w:rsid w:val="00E5204E"/>
    <w:rsid w:val="00E55B2F"/>
    <w:rsid w:val="00E57DEA"/>
    <w:rsid w:val="00E764B1"/>
    <w:rsid w:val="00E821AB"/>
    <w:rsid w:val="00E86B5D"/>
    <w:rsid w:val="00EA512E"/>
    <w:rsid w:val="00EC33FF"/>
    <w:rsid w:val="00EC521F"/>
    <w:rsid w:val="00EC77EC"/>
    <w:rsid w:val="00ED1258"/>
    <w:rsid w:val="00EE7134"/>
    <w:rsid w:val="00EF4E05"/>
    <w:rsid w:val="00EF563F"/>
    <w:rsid w:val="00F14461"/>
    <w:rsid w:val="00F32E44"/>
    <w:rsid w:val="00F40DFE"/>
    <w:rsid w:val="00F5580C"/>
    <w:rsid w:val="00F63932"/>
    <w:rsid w:val="00F66E6A"/>
    <w:rsid w:val="00F7066D"/>
    <w:rsid w:val="00F92C13"/>
    <w:rsid w:val="00F95D40"/>
    <w:rsid w:val="00FB59BF"/>
    <w:rsid w:val="00FC3BC4"/>
    <w:rsid w:val="00FC5093"/>
    <w:rsid w:val="00FD3DE3"/>
    <w:rsid w:val="00FF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F65A63"/>
  <w15:docId w15:val="{F0D9EA28-9AB3-441C-83E1-485DE67CA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810"/>
  </w:style>
  <w:style w:type="paragraph" w:styleId="Titre1">
    <w:name w:val="heading 1"/>
    <w:basedOn w:val="Normal"/>
    <w:next w:val="Normal"/>
    <w:qFormat/>
    <w:rsid w:val="00B70810"/>
    <w:pPr>
      <w:keepNext/>
      <w:spacing w:line="340" w:lineRule="atLeast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rsid w:val="00B70810"/>
    <w:pPr>
      <w:keepNext/>
      <w:tabs>
        <w:tab w:val="left" w:pos="1843"/>
      </w:tabs>
      <w:outlineLvl w:val="1"/>
    </w:pPr>
    <w:rPr>
      <w:rFonts w:ascii="Arial" w:hAnsi="Arial" w:cs="Arial"/>
      <w:b/>
      <w:bCs/>
      <w:color w:val="008000"/>
      <w:sz w:val="28"/>
      <w:szCs w:val="28"/>
    </w:rPr>
  </w:style>
  <w:style w:type="paragraph" w:styleId="Titre3">
    <w:name w:val="heading 3"/>
    <w:basedOn w:val="Normal"/>
    <w:next w:val="Normal"/>
    <w:qFormat/>
    <w:rsid w:val="00B70810"/>
    <w:pPr>
      <w:keepNext/>
      <w:jc w:val="center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qFormat/>
    <w:rsid w:val="00B70810"/>
    <w:pPr>
      <w:keepNext/>
      <w:jc w:val="center"/>
      <w:outlineLvl w:val="3"/>
    </w:pPr>
    <w:rPr>
      <w:rFonts w:ascii="BlacklightD" w:hAnsi="BlacklightD"/>
      <w:sz w:val="28"/>
      <w:szCs w:val="28"/>
    </w:rPr>
  </w:style>
  <w:style w:type="paragraph" w:styleId="Titre5">
    <w:name w:val="heading 5"/>
    <w:basedOn w:val="Normal"/>
    <w:next w:val="Normal"/>
    <w:qFormat/>
    <w:rsid w:val="00B70810"/>
    <w:pPr>
      <w:keepNext/>
      <w:outlineLvl w:val="4"/>
    </w:pPr>
    <w:rPr>
      <w:i/>
      <w:iCs/>
      <w:vanish/>
      <w:color w:val="FF0000"/>
      <w:sz w:val="24"/>
      <w:szCs w:val="24"/>
    </w:rPr>
  </w:style>
  <w:style w:type="paragraph" w:styleId="Titre6">
    <w:name w:val="heading 6"/>
    <w:basedOn w:val="Normal"/>
    <w:next w:val="Normal"/>
    <w:qFormat/>
    <w:rsid w:val="00B70810"/>
    <w:pPr>
      <w:keepNext/>
      <w:jc w:val="center"/>
      <w:outlineLvl w:val="5"/>
    </w:pPr>
    <w:rPr>
      <w:rFonts w:ascii="BlacklightD" w:hAnsi="BlacklightD"/>
      <w:sz w:val="28"/>
      <w:szCs w:val="28"/>
      <w:u w:val="single"/>
    </w:rPr>
  </w:style>
  <w:style w:type="paragraph" w:styleId="Titre7">
    <w:name w:val="heading 7"/>
    <w:basedOn w:val="Normal"/>
    <w:next w:val="Normal"/>
    <w:qFormat/>
    <w:rsid w:val="00B70810"/>
    <w:pPr>
      <w:keepNext/>
      <w:outlineLvl w:val="6"/>
    </w:pPr>
    <w:rPr>
      <w:rFonts w:ascii="Arial" w:hAnsi="Arial" w:cs="Arial"/>
      <w:i/>
      <w:iCs/>
      <w:u w:val="single"/>
    </w:rPr>
  </w:style>
  <w:style w:type="paragraph" w:styleId="Titre8">
    <w:name w:val="heading 8"/>
    <w:basedOn w:val="Normal"/>
    <w:next w:val="Normal"/>
    <w:qFormat/>
    <w:rsid w:val="00B70810"/>
    <w:pPr>
      <w:keepNext/>
      <w:jc w:val="center"/>
      <w:outlineLvl w:val="7"/>
    </w:pPr>
    <w:rPr>
      <w:rFonts w:ascii="Arial" w:hAnsi="Arial" w:cs="Arial"/>
      <w:u w:val="single"/>
    </w:rPr>
  </w:style>
  <w:style w:type="paragraph" w:styleId="Titre9">
    <w:name w:val="heading 9"/>
    <w:basedOn w:val="Normal"/>
    <w:next w:val="Normal"/>
    <w:qFormat/>
    <w:rsid w:val="00B70810"/>
    <w:pPr>
      <w:keepNext/>
      <w:outlineLvl w:val="8"/>
    </w:pPr>
    <w:rPr>
      <w:b/>
      <w:bCs/>
      <w:i/>
      <w:iCs/>
      <w:vanish/>
      <w:color w:val="FF000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7081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B7081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70810"/>
  </w:style>
  <w:style w:type="paragraph" w:styleId="Corpsdetexte">
    <w:name w:val="Body Text"/>
    <w:basedOn w:val="Normal"/>
    <w:rsid w:val="00B70810"/>
    <w:pPr>
      <w:jc w:val="center"/>
    </w:pPr>
    <w:rPr>
      <w:color w:val="FF0000"/>
    </w:rPr>
  </w:style>
  <w:style w:type="paragraph" w:styleId="Corpsdetexte2">
    <w:name w:val="Body Text 2"/>
    <w:basedOn w:val="Normal"/>
    <w:rsid w:val="00B70810"/>
    <w:pPr>
      <w:spacing w:line="340" w:lineRule="atLeast"/>
    </w:pPr>
    <w:rPr>
      <w:rFonts w:ascii="Arial" w:hAnsi="Arial" w:cs="Arial"/>
      <w:sz w:val="24"/>
      <w:szCs w:val="24"/>
    </w:rPr>
  </w:style>
  <w:style w:type="paragraph" w:styleId="Corpsdetexte3">
    <w:name w:val="Body Text 3"/>
    <w:basedOn w:val="Normal"/>
    <w:rsid w:val="00B70810"/>
    <w:rPr>
      <w:rFonts w:ascii="Arial" w:hAnsi="Arial" w:cs="Arial"/>
      <w:b/>
      <w:bCs/>
    </w:rPr>
  </w:style>
  <w:style w:type="paragraph" w:styleId="Retraitcorpsdetexte">
    <w:name w:val="Body Text Indent"/>
    <w:basedOn w:val="Normal"/>
    <w:rsid w:val="00B70810"/>
    <w:pPr>
      <w:ind w:left="781"/>
    </w:pPr>
    <w:rPr>
      <w:rFonts w:ascii="Arial" w:hAnsi="Arial" w:cs="Arial"/>
      <w:snapToGrid w:val="0"/>
      <w:sz w:val="24"/>
      <w:szCs w:val="24"/>
    </w:rPr>
  </w:style>
  <w:style w:type="paragraph" w:styleId="Retraitcorpsdetexte2">
    <w:name w:val="Body Text Indent 2"/>
    <w:basedOn w:val="Normal"/>
    <w:rsid w:val="00B70810"/>
    <w:pPr>
      <w:ind w:left="142"/>
    </w:pPr>
    <w:rPr>
      <w:rFonts w:ascii="BlacklightD" w:hAnsi="BlacklightD"/>
      <w:sz w:val="22"/>
      <w:szCs w:val="22"/>
    </w:rPr>
  </w:style>
  <w:style w:type="paragraph" w:styleId="Retraitcorpsdetexte3">
    <w:name w:val="Body Text Indent 3"/>
    <w:basedOn w:val="Normal"/>
    <w:rsid w:val="00B70810"/>
    <w:pPr>
      <w:ind w:firstLine="5954"/>
    </w:pPr>
    <w:rPr>
      <w:rFonts w:ascii="Arial" w:hAnsi="Arial" w:cs="Arial"/>
      <w:b/>
      <w:bCs/>
      <w:i/>
      <w:iCs/>
      <w:vanish/>
      <w:color w:val="FF0000"/>
      <w:sz w:val="24"/>
      <w:szCs w:val="24"/>
    </w:rPr>
  </w:style>
  <w:style w:type="paragraph" w:styleId="Normalcentr">
    <w:name w:val="Block Text"/>
    <w:basedOn w:val="Normal"/>
    <w:rsid w:val="00B70810"/>
    <w:pPr>
      <w:spacing w:line="360" w:lineRule="auto"/>
      <w:ind w:left="142" w:right="140"/>
      <w:jc w:val="both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sid w:val="007916B5"/>
    <w:pPr>
      <w:spacing w:before="100" w:beforeAutospacing="1" w:after="100" w:afterAutospacing="1"/>
    </w:pPr>
    <w:rPr>
      <w:sz w:val="24"/>
      <w:szCs w:val="24"/>
    </w:rPr>
  </w:style>
  <w:style w:type="paragraph" w:styleId="Textedebulles">
    <w:name w:val="Balloon Text"/>
    <w:basedOn w:val="Normal"/>
    <w:semiHidden/>
    <w:rsid w:val="0013480B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9B74AE"/>
    <w:rPr>
      <w:b/>
      <w:i/>
      <w:sz w:val="24"/>
    </w:rPr>
  </w:style>
  <w:style w:type="paragraph" w:customStyle="1" w:styleId="xl24">
    <w:name w:val="xl24"/>
    <w:basedOn w:val="Normal"/>
    <w:rsid w:val="009B74AE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t1">
    <w:name w:val="t1"/>
    <w:basedOn w:val="Normal"/>
    <w:rsid w:val="009B74AE"/>
    <w:pPr>
      <w:widowControl w:val="0"/>
      <w:autoSpaceDE w:val="0"/>
      <w:autoSpaceDN w:val="0"/>
      <w:adjustRightInd w:val="0"/>
      <w:spacing w:line="240" w:lineRule="atLeast"/>
    </w:pPr>
    <w:rPr>
      <w:szCs w:val="24"/>
    </w:rPr>
  </w:style>
  <w:style w:type="paragraph" w:styleId="Titre">
    <w:name w:val="Title"/>
    <w:basedOn w:val="Normal"/>
    <w:link w:val="TitreCar"/>
    <w:qFormat/>
    <w:rsid w:val="009B74AE"/>
    <w:pPr>
      <w:jc w:val="center"/>
      <w:outlineLvl w:val="0"/>
    </w:pPr>
    <w:rPr>
      <w:b/>
      <w:color w:val="000000"/>
      <w:sz w:val="32"/>
    </w:rPr>
  </w:style>
  <w:style w:type="character" w:customStyle="1" w:styleId="TitreCar">
    <w:name w:val="Titre Car"/>
    <w:basedOn w:val="Policepardfaut"/>
    <w:link w:val="Titre"/>
    <w:rsid w:val="009B74AE"/>
    <w:rPr>
      <w:b/>
      <w:color w:val="000000"/>
      <w:sz w:val="32"/>
    </w:rPr>
  </w:style>
  <w:style w:type="paragraph" w:styleId="Sous-titre">
    <w:name w:val="Subtitle"/>
    <w:basedOn w:val="Normal"/>
    <w:link w:val="Sous-titreCar"/>
    <w:qFormat/>
    <w:rsid w:val="009B74AE"/>
    <w:pPr>
      <w:jc w:val="center"/>
      <w:outlineLvl w:val="0"/>
    </w:pPr>
    <w:rPr>
      <w:b/>
      <w:bCs/>
      <w:color w:val="0000FF"/>
      <w:sz w:val="72"/>
      <w:lang w:val="en-GB"/>
    </w:rPr>
  </w:style>
  <w:style w:type="character" w:customStyle="1" w:styleId="Sous-titreCar">
    <w:name w:val="Sous-titre Car"/>
    <w:basedOn w:val="Policepardfaut"/>
    <w:link w:val="Sous-titre"/>
    <w:rsid w:val="009B74AE"/>
    <w:rPr>
      <w:b/>
      <w:bCs/>
      <w:color w:val="0000FF"/>
      <w:sz w:val="72"/>
      <w:lang w:val="en-GB"/>
    </w:rPr>
  </w:style>
  <w:style w:type="character" w:customStyle="1" w:styleId="En-tteCar">
    <w:name w:val="En-tête Car"/>
    <w:basedOn w:val="Policepardfaut"/>
    <w:link w:val="En-tte"/>
    <w:uiPriority w:val="99"/>
    <w:rsid w:val="00E075B4"/>
  </w:style>
  <w:style w:type="character" w:customStyle="1" w:styleId="PieddepageCar">
    <w:name w:val="Pied de page Car"/>
    <w:basedOn w:val="Policepardfaut"/>
    <w:link w:val="Pieddepage"/>
    <w:uiPriority w:val="99"/>
    <w:rsid w:val="00E075B4"/>
  </w:style>
  <w:style w:type="paragraph" w:styleId="Paragraphedeliste">
    <w:name w:val="List Paragraph"/>
    <w:basedOn w:val="Normal"/>
    <w:uiPriority w:val="34"/>
    <w:qFormat/>
    <w:rsid w:val="009A2B1A"/>
    <w:pPr>
      <w:ind w:left="720"/>
      <w:contextualSpacing/>
    </w:pPr>
  </w:style>
  <w:style w:type="table" w:styleId="Grilledutableau">
    <w:name w:val="Table Grid"/>
    <w:basedOn w:val="TableauNormal"/>
    <w:uiPriority w:val="59"/>
    <w:rsid w:val="006B66E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F639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7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DC3DE-D409-467E-BD3B-743E6DEE4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45645919</Template>
  <TotalTime>0</TotalTime>
  <Pages>2</Pages>
  <Words>34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Bureau de Windows 98 est affiché à l’écran</vt:lpstr>
    </vt:vector>
  </TitlesOfParts>
  <Company>Lycée de l’Estuaire de Blaye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Bureau de Windows 98 est affiché à l’écran</dc:title>
  <dc:creator>LAPARRE</dc:creator>
  <cp:lastModifiedBy>maintenance</cp:lastModifiedBy>
  <cp:revision>2</cp:revision>
  <cp:lastPrinted>2020-09-24T08:29:00Z</cp:lastPrinted>
  <dcterms:created xsi:type="dcterms:W3CDTF">2024-01-09T13:34:00Z</dcterms:created>
  <dcterms:modified xsi:type="dcterms:W3CDTF">2024-01-09T13:34:00Z</dcterms:modified>
</cp:coreProperties>
</file>